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4C" w:rsidRDefault="00B1734C" w:rsidP="00C1188E">
      <w:pPr>
        <w:jc w:val="center"/>
        <w:rPr>
          <w:rFonts w:ascii="Engravers MT" w:hAnsi="Engravers MT"/>
          <w:b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style="position:absolute;left:0;text-align:left;margin-left:405pt;margin-top:-18pt;width:83.05pt;height:161.3pt;z-index:-251658240;visibility:visible" wrapcoords="1168 0 389 402 0 1005 195 16074 973 16476 1168 16476 20238 16476 20432 16476 21211 16074 21600 1105 21016 402 20238 0 1168 0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">
            <v:imagedata r:id="rId7" o:title=""/>
            <o:lock v:ext="edit" aspectratio="f"/>
            <w10:wrap type="through"/>
          </v:shape>
        </w:pict>
      </w:r>
      <w:r>
        <w:rPr>
          <w:rFonts w:ascii="Engravers MT" w:hAnsi="Engravers MT"/>
          <w:b/>
          <w:u w:val="single"/>
        </w:rPr>
        <w:t xml:space="preserve">THE GREY:  </w:t>
      </w:r>
      <w:r w:rsidRPr="00D62864">
        <w:rPr>
          <w:rFonts w:ascii="Engravers MT" w:hAnsi="Engravers MT"/>
          <w:b/>
          <w:u w:val="single"/>
        </w:rPr>
        <w:t>Present and Past, Perfect and Progressive</w:t>
      </w:r>
    </w:p>
    <w:p w:rsidR="00B1734C" w:rsidRDefault="00B1734C" w:rsidP="00C1188E">
      <w:pPr>
        <w:rPr>
          <w:rFonts w:ascii="Candara" w:hAnsi="Candara"/>
        </w:rPr>
      </w:pPr>
      <w:r>
        <w:rPr>
          <w:rFonts w:ascii="Candara" w:hAnsi="Candara"/>
        </w:rPr>
        <w:t>Discuss:</w:t>
      </w:r>
    </w:p>
    <w:p w:rsidR="00B1734C" w:rsidRDefault="00B1734C" w:rsidP="00762699">
      <w:pPr>
        <w:numPr>
          <w:ilvl w:val="0"/>
          <w:numId w:val="2"/>
        </w:numPr>
        <w:spacing w:after="0"/>
        <w:rPr>
          <w:rFonts w:ascii="Candara" w:hAnsi="Candara"/>
        </w:rPr>
      </w:pPr>
      <w:r>
        <w:rPr>
          <w:rFonts w:ascii="Candara" w:hAnsi="Candara"/>
        </w:rPr>
        <w:t>Have you ever been in a survival situation?</w:t>
      </w:r>
    </w:p>
    <w:p w:rsidR="00B1734C" w:rsidRDefault="00B1734C" w:rsidP="00762699">
      <w:pPr>
        <w:numPr>
          <w:ilvl w:val="0"/>
          <w:numId w:val="2"/>
        </w:numPr>
        <w:spacing w:after="0"/>
        <w:rPr>
          <w:rFonts w:ascii="Candara" w:hAnsi="Candara"/>
        </w:rPr>
      </w:pPr>
      <w:r>
        <w:rPr>
          <w:rFonts w:ascii="Candara" w:hAnsi="Candara"/>
        </w:rPr>
        <w:t>Where would be the worst place to land in a plane crash (sea, forest, desert?)</w:t>
      </w:r>
    </w:p>
    <w:p w:rsidR="00B1734C" w:rsidRDefault="00B1734C" w:rsidP="00762699">
      <w:pPr>
        <w:numPr>
          <w:ilvl w:val="0"/>
          <w:numId w:val="2"/>
        </w:numPr>
        <w:spacing w:after="0"/>
        <w:rPr>
          <w:rFonts w:ascii="Candara" w:hAnsi="Candara"/>
        </w:rPr>
      </w:pPr>
      <w:r>
        <w:rPr>
          <w:rFonts w:ascii="Candara" w:hAnsi="Candara"/>
        </w:rPr>
        <w:t>If you could only bring one thing with you to survive a crash, what would it be? Why?</w:t>
      </w:r>
    </w:p>
    <w:p w:rsidR="00B1734C" w:rsidRDefault="00B1734C" w:rsidP="00762699">
      <w:pPr>
        <w:spacing w:after="0"/>
        <w:rPr>
          <w:rFonts w:ascii="Candara" w:hAnsi="Candara"/>
        </w:rPr>
      </w:pPr>
    </w:p>
    <w:p w:rsidR="00B1734C" w:rsidRDefault="00B1734C" w:rsidP="00762699">
      <w:pPr>
        <w:spacing w:after="0"/>
        <w:rPr>
          <w:rFonts w:ascii="Candara" w:hAnsi="Candara"/>
        </w:rPr>
      </w:pPr>
      <w:r>
        <w:rPr>
          <w:rFonts w:ascii="Candara" w:hAnsi="Candara"/>
        </w:rPr>
        <w:t>Directions:  Watch the movie and write response sentence in the correct tense for each situation:</w:t>
      </w:r>
    </w:p>
    <w:p w:rsidR="00B1734C" w:rsidRDefault="00B1734C" w:rsidP="00762699">
      <w:pPr>
        <w:spacing w:after="0"/>
        <w:rPr>
          <w:rFonts w:ascii="Candara" w:hAnsi="Candara"/>
        </w:rPr>
      </w:pPr>
    </w:p>
    <w:p w:rsidR="00B1734C" w:rsidRPr="00C1188E" w:rsidRDefault="00B1734C" w:rsidP="00762699">
      <w:pPr>
        <w:spacing w:after="0"/>
        <w:rPr>
          <w:rFonts w:ascii="Candara" w:hAnsi="Candara"/>
        </w:rPr>
      </w:pPr>
      <w:r>
        <w:rPr>
          <w:rFonts w:ascii="Candara" w:hAnsi="Candara"/>
        </w:rPr>
        <w:t xml:space="preserve">Example: By the time they crashed, the men </w:t>
      </w:r>
      <w:r w:rsidRPr="00762699">
        <w:rPr>
          <w:rFonts w:ascii="Candara" w:hAnsi="Candara"/>
          <w:u w:val="single"/>
        </w:rPr>
        <w:t>had said</w:t>
      </w:r>
      <w:r>
        <w:rPr>
          <w:rFonts w:ascii="Candara" w:hAnsi="Candara"/>
        </w:rPr>
        <w:t xml:space="preserve"> goodbye to their families.</w:t>
      </w:r>
    </w:p>
    <w:p w:rsidR="00B1734C" w:rsidRDefault="00B1734C" w:rsidP="00762699">
      <w:pPr>
        <w:rPr>
          <w:rFonts w:ascii="Candara" w:hAnsi="Candara"/>
          <w:i/>
          <w:u w:val="single"/>
        </w:rPr>
      </w:pPr>
      <w:r w:rsidRPr="00DF5532">
        <w:rPr>
          <w:rFonts w:ascii="Candara" w:hAnsi="Candara"/>
          <w:i/>
          <w:u w:val="single"/>
        </w:rPr>
        <w:t>Past Perfect</w:t>
      </w:r>
      <w:r>
        <w:rPr>
          <w:rFonts w:ascii="Candara" w:hAnsi="Candara"/>
          <w:i/>
          <w:u w:val="single"/>
        </w:rPr>
        <w:t>-finished when another event happened in the past (had +past participle)</w:t>
      </w:r>
    </w:p>
    <w:p w:rsidR="00B1734C" w:rsidRPr="00DF5532" w:rsidRDefault="00B1734C" w:rsidP="00762699">
      <w:pPr>
        <w:rPr>
          <w:rFonts w:ascii="Candara" w:hAnsi="Candara"/>
        </w:rPr>
      </w:pPr>
      <w:r w:rsidRPr="00DF5532">
        <w:rPr>
          <w:rFonts w:ascii="Candara" w:hAnsi="Candara"/>
        </w:rPr>
        <w:t>By the time the men woke up</w:t>
      </w:r>
      <w:r>
        <w:rPr>
          <w:rFonts w:ascii="Candara" w:hAnsi="Candara"/>
        </w:rPr>
        <w:t xml:space="preserve"> from the crash</w:t>
      </w:r>
      <w:r w:rsidRPr="00DF5532">
        <w:rPr>
          <w:rFonts w:ascii="Candara" w:hAnsi="Candara"/>
        </w:rPr>
        <w:t xml:space="preserve">, </w:t>
      </w:r>
    </w:p>
    <w:p w:rsidR="00B1734C" w:rsidRPr="00762699" w:rsidRDefault="00B1734C" w:rsidP="00762699">
      <w:r w:rsidRPr="00FC4C7B">
        <w:rPr>
          <w:rFonts w:ascii="Candara" w:hAnsi="Candara"/>
        </w:rPr>
        <w:pict>
          <v:rect id="_x0000_i1025" style="width:0;height:1.5pt" o:hralign="center" o:hrstd="t" o:hr="t" fillcolor="#a0a0a0" stroked="f"/>
        </w:pict>
      </w:r>
    </w:p>
    <w:p w:rsidR="00B1734C" w:rsidRDefault="00B1734C">
      <w:pPr>
        <w:rPr>
          <w:rFonts w:ascii="Candara" w:hAnsi="Candara"/>
          <w:i/>
          <w:u w:val="single"/>
        </w:rPr>
      </w:pPr>
      <w:r w:rsidRPr="00DF5532">
        <w:rPr>
          <w:rFonts w:ascii="Candara" w:hAnsi="Candara"/>
          <w:i/>
          <w:u w:val="single"/>
        </w:rPr>
        <w:t>Past Perfect Progressive</w:t>
      </w:r>
      <w:r>
        <w:rPr>
          <w:rFonts w:ascii="Candara" w:hAnsi="Candara"/>
          <w:i/>
          <w:u w:val="single"/>
        </w:rPr>
        <w:t>- Still happening when another event happened(had +been + verb +ing)</w:t>
      </w:r>
    </w:p>
    <w:p w:rsidR="00B1734C" w:rsidRDefault="00B1734C">
      <w:pPr>
        <w:rPr>
          <w:rFonts w:ascii="Candara" w:hAnsi="Candara"/>
        </w:rPr>
      </w:pPr>
      <w:r>
        <w:rPr>
          <w:rFonts w:ascii="Candara" w:hAnsi="Candara"/>
        </w:rPr>
        <w:t xml:space="preserve"> What </w:t>
      </w:r>
      <w:r w:rsidRPr="00C1188E">
        <w:rPr>
          <w:rFonts w:ascii="Candara" w:hAnsi="Candara"/>
        </w:rPr>
        <w:t>had the men been doing</w:t>
      </w:r>
      <w:r>
        <w:rPr>
          <w:rFonts w:ascii="Candara" w:hAnsi="Candara"/>
        </w:rPr>
        <w:t xml:space="preserve"> when they heard the wolves howling?</w:t>
      </w:r>
    </w:p>
    <w:p w:rsidR="00B1734C" w:rsidRPr="00DF5532" w:rsidRDefault="00B1734C">
      <w:pPr>
        <w:rPr>
          <w:rFonts w:ascii="Candara" w:hAnsi="Candara"/>
        </w:rPr>
      </w:pPr>
      <w:r w:rsidRPr="00FC4C7B">
        <w:rPr>
          <w:rFonts w:ascii="Candara" w:hAnsi="Candara"/>
        </w:rPr>
        <w:pict>
          <v:rect id="_x0000_i1026" style="width:0;height:1.5pt" o:hralign="center" o:hrstd="t" o:hr="t" fillcolor="#a0a0a0" stroked="f"/>
        </w:pict>
      </w:r>
    </w:p>
    <w:p w:rsidR="00B1734C" w:rsidRDefault="00B1734C">
      <w:pPr>
        <w:rPr>
          <w:rFonts w:ascii="Candara" w:hAnsi="Candara"/>
          <w:i/>
          <w:u w:val="single"/>
        </w:rPr>
      </w:pPr>
      <w:r w:rsidRPr="00D62864">
        <w:rPr>
          <w:rFonts w:ascii="Candara" w:hAnsi="Candara"/>
          <w:i/>
          <w:u w:val="single"/>
        </w:rPr>
        <w:t>Present Perfect</w:t>
      </w:r>
      <w:r>
        <w:rPr>
          <w:rFonts w:ascii="Candara" w:hAnsi="Candara"/>
          <w:i/>
          <w:u w:val="single"/>
        </w:rPr>
        <w:t>Progressive- Started in the past, still happening/usually has a time duration (have +been+ verb+ing)</w:t>
      </w:r>
    </w:p>
    <w:p w:rsidR="00B1734C" w:rsidRDefault="00B1734C" w:rsidP="00D62864">
      <w:pPr>
        <w:jc w:val="both"/>
        <w:rPr>
          <w:rFonts w:ascii="Candara" w:hAnsi="Candara"/>
        </w:rPr>
      </w:pPr>
      <w:r>
        <w:rPr>
          <w:rFonts w:ascii="Candara" w:hAnsi="Candara"/>
        </w:rPr>
        <w:t xml:space="preserve">By the time the wolves attack them, </w:t>
      </w:r>
    </w:p>
    <w:p w:rsidR="00B1734C" w:rsidRPr="00D62864" w:rsidRDefault="00B1734C" w:rsidP="00D62864">
      <w:pPr>
        <w:jc w:val="both"/>
        <w:rPr>
          <w:rFonts w:ascii="Candara" w:hAnsi="Candara"/>
        </w:rPr>
      </w:pPr>
      <w:r w:rsidRPr="00FC4C7B">
        <w:rPr>
          <w:rFonts w:ascii="Candara" w:hAnsi="Candara"/>
        </w:rPr>
        <w:pict>
          <v:rect id="_x0000_i1027" style="width:0;height:1.5pt" o:hralign="center" o:hrstd="t" o:hr="t" fillcolor="#a0a0a0" stroked="f"/>
        </w:pict>
      </w:r>
    </w:p>
    <w:p w:rsidR="00B1734C" w:rsidRDefault="00B1734C">
      <w:pPr>
        <w:rPr>
          <w:rFonts w:ascii="Candara" w:hAnsi="Candara"/>
          <w:i/>
          <w:u w:val="single"/>
        </w:rPr>
      </w:pPr>
      <w:r w:rsidRPr="00D62864">
        <w:rPr>
          <w:rFonts w:ascii="Candara" w:hAnsi="Candara"/>
          <w:i/>
          <w:u w:val="single"/>
        </w:rPr>
        <w:t>Present Perfect</w:t>
      </w:r>
      <w:r>
        <w:rPr>
          <w:rFonts w:ascii="Candara" w:hAnsi="Candara"/>
          <w:i/>
          <w:u w:val="single"/>
        </w:rPr>
        <w:t>(have +past participle)</w:t>
      </w:r>
    </w:p>
    <w:p w:rsidR="00B1734C" w:rsidRDefault="00B1734C">
      <w:pPr>
        <w:rPr>
          <w:rFonts w:ascii="Candara" w:hAnsi="Candara"/>
        </w:rPr>
      </w:pPr>
      <w:r>
        <w:rPr>
          <w:rFonts w:ascii="Candara" w:hAnsi="Candara"/>
        </w:rPr>
        <w:t>By the end of the story what has happened?  (Use the words: wolves, man, friends, the plane, etc.)</w:t>
      </w:r>
    </w:p>
    <w:p w:rsidR="00B1734C" w:rsidRDefault="00B1734C">
      <w:pPr>
        <w:rPr>
          <w:rFonts w:ascii="Candara" w:hAnsi="Candara"/>
        </w:rPr>
      </w:pPr>
      <w:r w:rsidRPr="00FC4C7B">
        <w:rPr>
          <w:rFonts w:ascii="Candara" w:hAnsi="Candara"/>
        </w:rPr>
        <w:pict>
          <v:rect id="_x0000_i1028" style="width:0;height:1.5pt" o:hralign="center" o:hrstd="t" o:hr="t" fillcolor="#a0a0a0" stroked="f"/>
        </w:pict>
      </w:r>
    </w:p>
    <w:p w:rsidR="00B1734C" w:rsidRDefault="00B1734C">
      <w:pPr>
        <w:rPr>
          <w:rFonts w:ascii="Candara" w:hAnsi="Candara"/>
        </w:rPr>
      </w:pPr>
      <w:r w:rsidRPr="00FC4C7B">
        <w:rPr>
          <w:rFonts w:ascii="Candara" w:hAnsi="Candara"/>
        </w:rPr>
        <w:pict>
          <v:rect id="_x0000_i1029" style="width:0;height:1.5pt" o:hralign="center" o:hrstd="t" o:hr="t" fillcolor="#a0a0a0" stroked="f"/>
        </w:pict>
      </w:r>
    </w:p>
    <w:p w:rsidR="00B1734C" w:rsidRPr="00D62864" w:rsidRDefault="00B1734C">
      <w:pPr>
        <w:rPr>
          <w:rFonts w:ascii="Candara" w:hAnsi="Candara"/>
        </w:rPr>
      </w:pPr>
      <w:r w:rsidRPr="00FC4C7B">
        <w:rPr>
          <w:rFonts w:ascii="Candara" w:hAnsi="Candara"/>
        </w:rPr>
        <w:pict>
          <v:rect id="_x0000_i1030" style="width:0;height:1.5pt" o:hralign="center" o:hrstd="t" o:hr="t" fillcolor="#a0a0a0" stroked="f"/>
        </w:pict>
      </w:r>
    </w:p>
    <w:p w:rsidR="00B1734C" w:rsidRPr="00784AD0" w:rsidRDefault="00B1734C" w:rsidP="00784AD0">
      <w:pPr>
        <w:jc w:val="center"/>
        <w:rPr>
          <w:rFonts w:ascii="Candara" w:hAnsi="Candara"/>
          <w:u w:val="single"/>
        </w:rPr>
      </w:pPr>
      <w:r>
        <w:rPr>
          <w:noProof/>
        </w:rPr>
        <w:pict>
          <v:shape id="Picture 2" o:spid="_x0000_i1031" type="#_x0000_t75" style="width:156.75pt;height:80.25pt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">
            <v:imagedata r:id="rId8" o:title=""/>
            <o:lock v:ext="edit" aspectratio="f"/>
          </v:shape>
        </w:pict>
      </w:r>
      <w:bookmarkStart w:id="0" w:name="_GoBack"/>
      <w:bookmarkEnd w:id="0"/>
    </w:p>
    <w:sectPr w:rsidR="00B1734C" w:rsidRPr="00784AD0" w:rsidSect="00DF5532"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34C" w:rsidRDefault="00B1734C">
      <w:r>
        <w:separator/>
      </w:r>
    </w:p>
  </w:endnote>
  <w:endnote w:type="continuationSeparator" w:id="0">
    <w:p w:rsidR="00B1734C" w:rsidRDefault="00B17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34C" w:rsidRDefault="00B1734C">
    <w:pPr>
      <w:pStyle w:val="Footer"/>
    </w:pPr>
    <w:r>
      <w:t xml:space="preserve">More tools, tricks, and tips for English teachers and students at </w:t>
    </w:r>
    <w:r w:rsidRPr="00C1188E">
      <w:rPr>
        <w:u w:val="single"/>
      </w:rPr>
      <w:t>www.eslcommando.blogspot.com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34C" w:rsidRDefault="00B1734C">
      <w:r>
        <w:separator/>
      </w:r>
    </w:p>
  </w:footnote>
  <w:footnote w:type="continuationSeparator" w:id="0">
    <w:p w:rsidR="00B1734C" w:rsidRDefault="00B173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62E9C"/>
    <w:multiLevelType w:val="hybridMultilevel"/>
    <w:tmpl w:val="B7326B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79E2164"/>
    <w:multiLevelType w:val="hybridMultilevel"/>
    <w:tmpl w:val="75662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532"/>
    <w:rsid w:val="000D77CB"/>
    <w:rsid w:val="002660AA"/>
    <w:rsid w:val="002C3615"/>
    <w:rsid w:val="003464BD"/>
    <w:rsid w:val="00403BD0"/>
    <w:rsid w:val="00725FE3"/>
    <w:rsid w:val="00746211"/>
    <w:rsid w:val="00762699"/>
    <w:rsid w:val="00784AD0"/>
    <w:rsid w:val="007F5F95"/>
    <w:rsid w:val="00A25D26"/>
    <w:rsid w:val="00AA6E7E"/>
    <w:rsid w:val="00B1734C"/>
    <w:rsid w:val="00C1188E"/>
    <w:rsid w:val="00CC6F58"/>
    <w:rsid w:val="00D62864"/>
    <w:rsid w:val="00DF5532"/>
    <w:rsid w:val="00FC4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C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5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553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118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C118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155</Words>
  <Characters>889</Characters>
  <Application>Microsoft Office Outlook</Application>
  <DocSecurity>0</DocSecurity>
  <Lines>0</Lines>
  <Paragraphs>0</Paragraphs>
  <ScaleCrop>false</ScaleCrop>
  <Company>University of Delaware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GREY:  Present and Past, Perfect and Progressive</dc:title>
  <dc:subject/>
  <dc:creator>SalcLab</dc:creator>
  <cp:keywords/>
  <dc:description/>
  <cp:lastModifiedBy>user</cp:lastModifiedBy>
  <cp:revision>2</cp:revision>
  <cp:lastPrinted>2012-01-19T20:28:00Z</cp:lastPrinted>
  <dcterms:created xsi:type="dcterms:W3CDTF">2012-07-05T01:53:00Z</dcterms:created>
  <dcterms:modified xsi:type="dcterms:W3CDTF">2012-07-05T01:53:00Z</dcterms:modified>
</cp:coreProperties>
</file>